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31EF0">
        <w:rPr>
          <w:rFonts w:ascii="Corbel" w:hAnsi="Corbel"/>
          <w:b/>
          <w:smallCaps/>
          <w:sz w:val="24"/>
          <w:szCs w:val="24"/>
        </w:rPr>
        <w:t>202</w:t>
      </w:r>
      <w:r w:rsidR="00AE55CB">
        <w:rPr>
          <w:rFonts w:ascii="Corbel" w:hAnsi="Corbel"/>
          <w:b/>
          <w:smallCaps/>
          <w:sz w:val="24"/>
          <w:szCs w:val="24"/>
        </w:rPr>
        <w:t>1</w:t>
      </w:r>
      <w:r w:rsidR="003E72EB">
        <w:rPr>
          <w:rFonts w:ascii="Corbel" w:hAnsi="Corbel"/>
          <w:b/>
          <w:smallCaps/>
          <w:sz w:val="24"/>
          <w:szCs w:val="24"/>
        </w:rPr>
        <w:t xml:space="preserve"> - 202</w:t>
      </w:r>
      <w:r w:rsidR="00AE55CB">
        <w:rPr>
          <w:rFonts w:ascii="Corbel" w:hAnsi="Corbel"/>
          <w:b/>
          <w:smallCaps/>
          <w:sz w:val="24"/>
          <w:szCs w:val="24"/>
        </w:rPr>
        <w:t>4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B31EF0">
        <w:rPr>
          <w:rFonts w:ascii="Corbel" w:hAnsi="Corbel"/>
          <w:sz w:val="20"/>
          <w:szCs w:val="20"/>
        </w:rPr>
        <w:t>202</w:t>
      </w:r>
      <w:r w:rsidR="00AE55CB">
        <w:rPr>
          <w:rFonts w:ascii="Corbel" w:hAnsi="Corbel"/>
          <w:sz w:val="20"/>
          <w:szCs w:val="20"/>
        </w:rPr>
        <w:t>3</w:t>
      </w:r>
      <w:r w:rsidR="00B31EF0">
        <w:rPr>
          <w:rFonts w:ascii="Corbel" w:hAnsi="Corbel"/>
          <w:sz w:val="20"/>
          <w:szCs w:val="20"/>
        </w:rPr>
        <w:t>/202</w:t>
      </w:r>
      <w:r w:rsidR="00AE55CB">
        <w:rPr>
          <w:rFonts w:ascii="Corbel" w:hAnsi="Corbel"/>
          <w:sz w:val="20"/>
          <w:szCs w:val="20"/>
        </w:rPr>
        <w:t>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7313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Wizualizacja cyfrowa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4419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4419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74A29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874A29">
              <w:rPr>
                <w:rFonts w:ascii="Corbel" w:hAnsi="Corbel"/>
                <w:b w:val="0"/>
                <w:sz w:val="24"/>
                <w:szCs w:val="24"/>
              </w:rPr>
              <w:t>,  sp. pedagogika medialna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C1C9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rok/ V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Marek Hallada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2C1C9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E077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C35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2C1C9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CA2729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456FE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CA272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 komputerami o środowisku Windows</w:t>
            </w:r>
          </w:p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:rsidTr="003F352E">
        <w:tc>
          <w:tcPr>
            <w:tcW w:w="844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85747A" w:rsidRPr="009C54AE" w:rsidRDefault="00514FC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Zaprojektuje i wykona materiał wizualny (multimedialny – obraz ,</w:t>
            </w:r>
            <w:r w:rsidR="003A0816">
              <w:rPr>
                <w:rFonts w:ascii="Corbel" w:hAnsi="Corbel"/>
                <w:b w:val="0"/>
                <w:sz w:val="24"/>
                <w:szCs w:val="24"/>
              </w:rPr>
              <w:t xml:space="preserve"> dźwięk, film, komentarz słowny</w:t>
            </w:r>
            <w:r w:rsidR="0083605E">
              <w:rPr>
                <w:rFonts w:ascii="Corbel" w:hAnsi="Corbel"/>
                <w:b w:val="0"/>
                <w:sz w:val="24"/>
                <w:szCs w:val="24"/>
              </w:rPr>
              <w:t>, itp.</w:t>
            </w:r>
            <w:r w:rsidR="003A0816">
              <w:rPr>
                <w:rFonts w:ascii="Corbel" w:hAnsi="Corbel"/>
                <w:b w:val="0"/>
                <w:sz w:val="24"/>
                <w:szCs w:val="24"/>
              </w:rPr>
              <w:t xml:space="preserve">) na określony temat w </w:t>
            </w:r>
            <w:r w:rsidR="0083605E">
              <w:rPr>
                <w:rFonts w:ascii="Corbel" w:hAnsi="Corbel"/>
                <w:b w:val="0"/>
                <w:sz w:val="24"/>
                <w:szCs w:val="24"/>
              </w:rPr>
              <w:t>postaci</w:t>
            </w:r>
            <w:r w:rsidR="003A0816">
              <w:rPr>
                <w:rFonts w:ascii="Corbel" w:hAnsi="Corbel"/>
                <w:b w:val="0"/>
                <w:sz w:val="24"/>
                <w:szCs w:val="24"/>
              </w:rPr>
              <w:t xml:space="preserve"> cyfrowej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16558F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9103F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9103F1" w:rsidP="009103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16558F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9C54AE" w:rsidRDefault="003039B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Opisze podstawowe założenia dotyczące wizualizacji cyfrowej na określony temat</w:t>
            </w:r>
          </w:p>
        </w:tc>
        <w:tc>
          <w:tcPr>
            <w:tcW w:w="1865" w:type="dxa"/>
          </w:tcPr>
          <w:p w:rsidR="0085747A" w:rsidRPr="009C54AE" w:rsidRDefault="003F35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85747A" w:rsidRPr="009C54AE" w:rsidTr="0016558F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85747A" w:rsidRPr="009C54AE" w:rsidRDefault="003914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Opisze podstawowe założenia dotyczące wizualizacji cyfrowej na określony temat związane z przeznaczeniem dla określonej grupy odbiorców</w:t>
            </w:r>
          </w:p>
        </w:tc>
        <w:tc>
          <w:tcPr>
            <w:tcW w:w="1865" w:type="dxa"/>
          </w:tcPr>
          <w:p w:rsidR="0085747A" w:rsidRPr="009C54AE" w:rsidRDefault="003F35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9C54AE" w:rsidTr="0016558F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6558F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85747A" w:rsidRPr="009C54AE" w:rsidRDefault="006D3B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Uzasadni i opisze przestrzeganie praw autorskich w związku z cyfrowym materiałem wizualnym</w:t>
            </w:r>
          </w:p>
        </w:tc>
        <w:tc>
          <w:tcPr>
            <w:tcW w:w="1865" w:type="dxa"/>
          </w:tcPr>
          <w:p w:rsidR="0085747A" w:rsidRPr="009C54AE" w:rsidRDefault="003F35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16558F" w:rsidRPr="009C54AE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16558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3D6CC0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Dobierze odpowiednie programy do przygotowania wizualizacji cyfrowej</w:t>
            </w:r>
            <w:r w:rsidR="00F8435E">
              <w:rPr>
                <w:rFonts w:ascii="Corbel" w:hAnsi="Corbel"/>
                <w:b w:val="0"/>
                <w:smallCaps w:val="0"/>
                <w:szCs w:val="24"/>
              </w:rPr>
              <w:t>, zaprojektuje materiał wizualny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3F352E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16558F" w:rsidRPr="009C54AE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16558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F8000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 wizualizacje cyfrową, wykonaną przez siebie oraz przez innych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3F352E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16558F" w:rsidRPr="009C54AE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16558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F8000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 braki z swojej wiedzy związanej z tworzeniem wizualizacji cyfrowej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3F352E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D7FBD" w:rsidRPr="009C54AE" w:rsidTr="001001CD">
        <w:tc>
          <w:tcPr>
            <w:tcW w:w="9520" w:type="dxa"/>
          </w:tcPr>
          <w:p w:rsidR="00CD7FBD" w:rsidRPr="00CD7FBD" w:rsidRDefault="00CD7FBD" w:rsidP="00CD7F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FBD">
              <w:rPr>
                <w:rFonts w:ascii="Corbel" w:hAnsi="Corbel" w:cs="Arial"/>
                <w:color w:val="333333"/>
                <w:szCs w:val="24"/>
              </w:rPr>
              <w:t>Podstawy fotografii cyfrowej</w:t>
            </w:r>
          </w:p>
        </w:tc>
      </w:tr>
      <w:tr w:rsidR="00CD7FBD" w:rsidRPr="009C54AE" w:rsidTr="001001CD">
        <w:tc>
          <w:tcPr>
            <w:tcW w:w="9520" w:type="dxa"/>
          </w:tcPr>
          <w:p w:rsidR="00CD7FBD" w:rsidRPr="00CD7FBD" w:rsidRDefault="00CD7FBD" w:rsidP="00CD7F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FBD">
              <w:rPr>
                <w:rFonts w:ascii="Corbel" w:hAnsi="Corbel" w:cs="Arial"/>
                <w:color w:val="333333"/>
                <w:szCs w:val="24"/>
              </w:rPr>
              <w:t>Podstawy skanowania</w:t>
            </w:r>
          </w:p>
        </w:tc>
      </w:tr>
      <w:tr w:rsidR="00CD7FBD" w:rsidRPr="009C54AE" w:rsidTr="001001CD">
        <w:tc>
          <w:tcPr>
            <w:tcW w:w="9520" w:type="dxa"/>
          </w:tcPr>
          <w:p w:rsidR="00CD7FBD" w:rsidRPr="00CD7FBD" w:rsidRDefault="00CD7FBD" w:rsidP="00CD7F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FBD">
              <w:rPr>
                <w:rFonts w:ascii="Corbel" w:hAnsi="Corbel" w:cs="Arial"/>
                <w:color w:val="333333"/>
                <w:szCs w:val="24"/>
              </w:rPr>
              <w:t>Podstawy wykonywania</w:t>
            </w:r>
            <w:r>
              <w:rPr>
                <w:rFonts w:ascii="Corbel" w:hAnsi="Corbel" w:cs="Arial"/>
                <w:color w:val="333333"/>
                <w:szCs w:val="24"/>
              </w:rPr>
              <w:t xml:space="preserve"> i montażu</w:t>
            </w:r>
            <w:r w:rsidRPr="00CD7FBD">
              <w:rPr>
                <w:rFonts w:ascii="Corbel" w:hAnsi="Corbel" w:cs="Arial"/>
                <w:color w:val="333333"/>
                <w:szCs w:val="24"/>
              </w:rPr>
              <w:t xml:space="preserve"> klipów filmowych</w:t>
            </w:r>
          </w:p>
        </w:tc>
      </w:tr>
      <w:tr w:rsidR="00CD7FBD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FBD" w:rsidRPr="00CD7FBD" w:rsidRDefault="00CD7FBD" w:rsidP="00CD7F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języka filmowego</w:t>
            </w:r>
          </w:p>
        </w:tc>
      </w:tr>
      <w:tr w:rsidR="00CD7FBD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FBD" w:rsidRPr="00CD7FBD" w:rsidRDefault="00CD7FBD" w:rsidP="00CD7F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Podstawowe programy do nagrywania, montażu i </w:t>
            </w:r>
            <w:r w:rsidR="00D25448">
              <w:rPr>
                <w:rFonts w:ascii="Corbel" w:hAnsi="Corbel"/>
                <w:sz w:val="24"/>
                <w:szCs w:val="24"/>
              </w:rPr>
              <w:t>edycji dźwięku</w:t>
            </w:r>
          </w:p>
        </w:tc>
      </w:tr>
      <w:tr w:rsidR="00CD7FBD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FBD" w:rsidRPr="00CD7FBD" w:rsidRDefault="00CD7FBD" w:rsidP="00CD7F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FBD">
              <w:rPr>
                <w:rFonts w:ascii="Corbel" w:hAnsi="Corbel"/>
                <w:sz w:val="24"/>
                <w:szCs w:val="24"/>
              </w:rPr>
              <w:t>Aplikacje wizualizacyjne na telefony kom</w:t>
            </w:r>
            <w:r w:rsidR="00D25448">
              <w:rPr>
                <w:rFonts w:ascii="Corbel" w:hAnsi="Corbel"/>
                <w:sz w:val="24"/>
                <w:szCs w:val="24"/>
              </w:rPr>
              <w:t>ó</w:t>
            </w:r>
            <w:r w:rsidRPr="00CD7FBD">
              <w:rPr>
                <w:rFonts w:ascii="Corbel" w:hAnsi="Corbel"/>
                <w:sz w:val="24"/>
                <w:szCs w:val="24"/>
              </w:rPr>
              <w:t>rkowe</w:t>
            </w:r>
          </w:p>
        </w:tc>
      </w:tr>
      <w:tr w:rsidR="00CD7FBD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FBD" w:rsidRPr="009C54AE" w:rsidRDefault="00CD7FBD" w:rsidP="00CD7F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2A5BA0" w:rsidRDefault="002A5BA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2A5BA0">
        <w:rPr>
          <w:rFonts w:ascii="Corbel" w:hAnsi="Corbel"/>
          <w:b w:val="0"/>
          <w:smallCaps w:val="0"/>
          <w:szCs w:val="24"/>
        </w:rPr>
        <w:t>Ćwiczenia:</w:t>
      </w:r>
      <w:r>
        <w:rPr>
          <w:rFonts w:ascii="Corbel" w:hAnsi="Corbel"/>
          <w:b w:val="0"/>
          <w:smallCaps w:val="0"/>
          <w:szCs w:val="24"/>
        </w:rPr>
        <w:t xml:space="preserve"> praca indywidualna i grupowa z programami komputerowymi pomocnymi w przygotowaniu wizualizacji cyfrowej, praca na materiałach cyfrowych przygotowanych przez prowadzącego zajęcia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B74B1F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B74B1F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:rsidR="0085747A" w:rsidRPr="0043575A" w:rsidRDefault="0043575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na zajęciach</w:t>
            </w:r>
          </w:p>
        </w:tc>
        <w:tc>
          <w:tcPr>
            <w:tcW w:w="2117" w:type="dxa"/>
          </w:tcPr>
          <w:p w:rsidR="0085747A" w:rsidRPr="009C54AE" w:rsidRDefault="0043575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9C54AE" w:rsidTr="00B74B1F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9C54AE" w:rsidRDefault="0043575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na zajęciach</w:t>
            </w:r>
          </w:p>
        </w:tc>
        <w:tc>
          <w:tcPr>
            <w:tcW w:w="2117" w:type="dxa"/>
          </w:tcPr>
          <w:p w:rsidR="0085747A" w:rsidRPr="009C54AE" w:rsidRDefault="0043575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74B1F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9C54AE" w:rsidRDefault="00B74B1F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B74B1F" w:rsidRDefault="0043575A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na zajęciach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9C54AE" w:rsidRDefault="0043575A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74B1F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9C54AE" w:rsidRDefault="00B74B1F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9C54AE" w:rsidRDefault="0043575A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na zajęciach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9C54AE" w:rsidRDefault="0043575A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74B1F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9C54AE" w:rsidRDefault="00B74B1F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B74B1F" w:rsidRDefault="0043575A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na zajęciach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9C54AE" w:rsidRDefault="0043575A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74B1F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9C54AE" w:rsidRDefault="00B74B1F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9C54AE" w:rsidRDefault="0043575A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na zajęciach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9C54AE" w:rsidRDefault="0043575A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1A4A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Zaprojektowani</w:t>
            </w:r>
            <w:r w:rsidR="00CA4999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wykonanie i skomentowanie wizualizacji cyfrowej</w:t>
            </w:r>
          </w:p>
          <w:p w:rsidR="00923D7D" w:rsidRPr="009C54AE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254C5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832A83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</w:t>
            </w:r>
            <w:r w:rsidR="00832A83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77" w:type="dxa"/>
          </w:tcPr>
          <w:p w:rsidR="00C61DC5" w:rsidRPr="009C54AE" w:rsidRDefault="00254C5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A4999" w:rsidRDefault="00CA4999" w:rsidP="00CA49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:rsidR="00CA4999" w:rsidRDefault="00CA4999" w:rsidP="00CA49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pracy projektowej </w:t>
            </w:r>
          </w:p>
          <w:p w:rsidR="00C61DC5" w:rsidRPr="009C54AE" w:rsidRDefault="00CA4999" w:rsidP="00CA49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Studiowanie literatury </w:t>
            </w:r>
          </w:p>
        </w:tc>
        <w:tc>
          <w:tcPr>
            <w:tcW w:w="4677" w:type="dxa"/>
          </w:tcPr>
          <w:p w:rsidR="00CA4999" w:rsidRDefault="00CA499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A4999" w:rsidRDefault="00CA499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61DC5" w:rsidRDefault="000348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:rsidR="000348AE" w:rsidRDefault="000348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:rsidR="000348AE" w:rsidRPr="009C54AE" w:rsidRDefault="000348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172FB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254C5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EE0BE5" w:rsidRDefault="00EE0BE5" w:rsidP="00EE0BE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Weinschenk S., 100 rzeczy, które każdy projektant powinien wiedzieć o potencjalnych klientach, Wyd Helion, Gliwice 2013.</w:t>
            </w:r>
          </w:p>
          <w:p w:rsidR="00EE0BE5" w:rsidRDefault="00EE0BE5" w:rsidP="00EE0BE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Samara T., Kroje i kolory pisma. Przewodnik dla grafików. Wyd. Naukowe PWN, Warszawa 2010.</w:t>
            </w:r>
          </w:p>
          <w:p w:rsidR="00EE0BE5" w:rsidRPr="009C54AE" w:rsidRDefault="00EE0B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  <w:r w:rsidR="00100930">
              <w:rPr>
                <w:rFonts w:ascii="Corbel" w:hAnsi="Corbel"/>
                <w:b w:val="0"/>
                <w:smallCaps w:val="0"/>
                <w:szCs w:val="24"/>
              </w:rPr>
              <w:t>literatura związana z wybranymi programami komputerowymi koniecznymi do stworzenia wizualizacji cyfrowej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52F" w:rsidRDefault="0009752F" w:rsidP="00C16ABF">
      <w:pPr>
        <w:spacing w:after="0" w:line="240" w:lineRule="auto"/>
      </w:pPr>
      <w:r>
        <w:separator/>
      </w:r>
    </w:p>
  </w:endnote>
  <w:endnote w:type="continuationSeparator" w:id="0">
    <w:p w:rsidR="0009752F" w:rsidRDefault="0009752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52F" w:rsidRDefault="0009752F" w:rsidP="00C16ABF">
      <w:pPr>
        <w:spacing w:after="0" w:line="240" w:lineRule="auto"/>
      </w:pPr>
      <w:r>
        <w:separator/>
      </w:r>
    </w:p>
  </w:footnote>
  <w:footnote w:type="continuationSeparator" w:id="0">
    <w:p w:rsidR="0009752F" w:rsidRDefault="0009752F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48A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9752F"/>
    <w:rsid w:val="000A296F"/>
    <w:rsid w:val="000A2A28"/>
    <w:rsid w:val="000B192D"/>
    <w:rsid w:val="000B28EE"/>
    <w:rsid w:val="000B3E37"/>
    <w:rsid w:val="000D04B0"/>
    <w:rsid w:val="000F1B72"/>
    <w:rsid w:val="000F1C57"/>
    <w:rsid w:val="000F5615"/>
    <w:rsid w:val="000F7209"/>
    <w:rsid w:val="001001CD"/>
    <w:rsid w:val="00100930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558F"/>
    <w:rsid w:val="00166A03"/>
    <w:rsid w:val="001718A7"/>
    <w:rsid w:val="00172FBF"/>
    <w:rsid w:val="001737CF"/>
    <w:rsid w:val="00176083"/>
    <w:rsid w:val="001770C7"/>
    <w:rsid w:val="0018004B"/>
    <w:rsid w:val="00192F37"/>
    <w:rsid w:val="001A4A96"/>
    <w:rsid w:val="001A70D2"/>
    <w:rsid w:val="001D205D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4C5B"/>
    <w:rsid w:val="00281FF2"/>
    <w:rsid w:val="002857DE"/>
    <w:rsid w:val="00291567"/>
    <w:rsid w:val="002A22BF"/>
    <w:rsid w:val="002A2389"/>
    <w:rsid w:val="002A5BA0"/>
    <w:rsid w:val="002A671D"/>
    <w:rsid w:val="002B4D55"/>
    <w:rsid w:val="002B5EA0"/>
    <w:rsid w:val="002B6119"/>
    <w:rsid w:val="002C1C96"/>
    <w:rsid w:val="002C1F06"/>
    <w:rsid w:val="002D3375"/>
    <w:rsid w:val="002D73D4"/>
    <w:rsid w:val="002F02A3"/>
    <w:rsid w:val="002F4ABE"/>
    <w:rsid w:val="003016E4"/>
    <w:rsid w:val="003018BA"/>
    <w:rsid w:val="0030395F"/>
    <w:rsid w:val="003039B0"/>
    <w:rsid w:val="00305C92"/>
    <w:rsid w:val="003151C5"/>
    <w:rsid w:val="003343CF"/>
    <w:rsid w:val="00346FE9"/>
    <w:rsid w:val="0034759A"/>
    <w:rsid w:val="003503F6"/>
    <w:rsid w:val="003530DD"/>
    <w:rsid w:val="00363F78"/>
    <w:rsid w:val="003914BC"/>
    <w:rsid w:val="003A0816"/>
    <w:rsid w:val="003A0A5B"/>
    <w:rsid w:val="003A1176"/>
    <w:rsid w:val="003C0BAE"/>
    <w:rsid w:val="003D18A9"/>
    <w:rsid w:val="003D6CC0"/>
    <w:rsid w:val="003D6CE2"/>
    <w:rsid w:val="003E1941"/>
    <w:rsid w:val="003E2FE6"/>
    <w:rsid w:val="003E49D5"/>
    <w:rsid w:val="003E557A"/>
    <w:rsid w:val="003E72EB"/>
    <w:rsid w:val="003F352E"/>
    <w:rsid w:val="003F38C0"/>
    <w:rsid w:val="00414E3C"/>
    <w:rsid w:val="0042244A"/>
    <w:rsid w:val="0042745A"/>
    <w:rsid w:val="00431D5C"/>
    <w:rsid w:val="0043575A"/>
    <w:rsid w:val="004362C6"/>
    <w:rsid w:val="00437FA2"/>
    <w:rsid w:val="004419B4"/>
    <w:rsid w:val="00445970"/>
    <w:rsid w:val="00456FE5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4FCD"/>
    <w:rsid w:val="00517C63"/>
    <w:rsid w:val="00526C94"/>
    <w:rsid w:val="005363C4"/>
    <w:rsid w:val="00536BDE"/>
    <w:rsid w:val="00543ACC"/>
    <w:rsid w:val="0056696D"/>
    <w:rsid w:val="00573EF9"/>
    <w:rsid w:val="00586AB6"/>
    <w:rsid w:val="0059484D"/>
    <w:rsid w:val="005A0855"/>
    <w:rsid w:val="005A3196"/>
    <w:rsid w:val="005C080F"/>
    <w:rsid w:val="005C55E5"/>
    <w:rsid w:val="005C696A"/>
    <w:rsid w:val="005E02BD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2579"/>
    <w:rsid w:val="006C70CE"/>
    <w:rsid w:val="006D050F"/>
    <w:rsid w:val="006D3BE1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1372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32A83"/>
    <w:rsid w:val="0083605E"/>
    <w:rsid w:val="00841789"/>
    <w:rsid w:val="008449B3"/>
    <w:rsid w:val="0085747A"/>
    <w:rsid w:val="00874A29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0771"/>
    <w:rsid w:val="008E64F4"/>
    <w:rsid w:val="008F12C9"/>
    <w:rsid w:val="008F6E29"/>
    <w:rsid w:val="00907F21"/>
    <w:rsid w:val="009103F1"/>
    <w:rsid w:val="00916188"/>
    <w:rsid w:val="00923D7D"/>
    <w:rsid w:val="009508DF"/>
    <w:rsid w:val="00950DAC"/>
    <w:rsid w:val="00954A07"/>
    <w:rsid w:val="00997F14"/>
    <w:rsid w:val="009A78D9"/>
    <w:rsid w:val="009C1331"/>
    <w:rsid w:val="009C3550"/>
    <w:rsid w:val="009C3E31"/>
    <w:rsid w:val="009C54AE"/>
    <w:rsid w:val="009C788E"/>
    <w:rsid w:val="009E3B41"/>
    <w:rsid w:val="009F3C5C"/>
    <w:rsid w:val="009F4610"/>
    <w:rsid w:val="009F62BE"/>
    <w:rsid w:val="00A00ECC"/>
    <w:rsid w:val="00A12C7F"/>
    <w:rsid w:val="00A155EE"/>
    <w:rsid w:val="00A2245B"/>
    <w:rsid w:val="00A30110"/>
    <w:rsid w:val="00A35B8B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5CB"/>
    <w:rsid w:val="00AE5FCB"/>
    <w:rsid w:val="00AF2C1E"/>
    <w:rsid w:val="00B06142"/>
    <w:rsid w:val="00B135B1"/>
    <w:rsid w:val="00B3130B"/>
    <w:rsid w:val="00B31EF0"/>
    <w:rsid w:val="00B40ADB"/>
    <w:rsid w:val="00B43B77"/>
    <w:rsid w:val="00B43E80"/>
    <w:rsid w:val="00B607DB"/>
    <w:rsid w:val="00B61FFA"/>
    <w:rsid w:val="00B66529"/>
    <w:rsid w:val="00B74B1F"/>
    <w:rsid w:val="00B75946"/>
    <w:rsid w:val="00B8056E"/>
    <w:rsid w:val="00B819C8"/>
    <w:rsid w:val="00B82308"/>
    <w:rsid w:val="00B87972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39FD"/>
    <w:rsid w:val="00C766DF"/>
    <w:rsid w:val="00C94B98"/>
    <w:rsid w:val="00CA2729"/>
    <w:rsid w:val="00CA2B96"/>
    <w:rsid w:val="00CA4999"/>
    <w:rsid w:val="00CA5089"/>
    <w:rsid w:val="00CB42CB"/>
    <w:rsid w:val="00CD6897"/>
    <w:rsid w:val="00CD7FBD"/>
    <w:rsid w:val="00CE5BAC"/>
    <w:rsid w:val="00CF25BE"/>
    <w:rsid w:val="00CF78ED"/>
    <w:rsid w:val="00D02B25"/>
    <w:rsid w:val="00D02EBA"/>
    <w:rsid w:val="00D17C3C"/>
    <w:rsid w:val="00D25448"/>
    <w:rsid w:val="00D26B2C"/>
    <w:rsid w:val="00D352C9"/>
    <w:rsid w:val="00D425B2"/>
    <w:rsid w:val="00D428D6"/>
    <w:rsid w:val="00D552B2"/>
    <w:rsid w:val="00D608D1"/>
    <w:rsid w:val="00D7199D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5008"/>
    <w:rsid w:val="00E77E88"/>
    <w:rsid w:val="00E8107D"/>
    <w:rsid w:val="00E960BB"/>
    <w:rsid w:val="00EA2074"/>
    <w:rsid w:val="00EA4832"/>
    <w:rsid w:val="00EA4E9D"/>
    <w:rsid w:val="00EC4899"/>
    <w:rsid w:val="00EC5B89"/>
    <w:rsid w:val="00ED03AB"/>
    <w:rsid w:val="00ED32D2"/>
    <w:rsid w:val="00EE0BE5"/>
    <w:rsid w:val="00EE32DE"/>
    <w:rsid w:val="00EE5457"/>
    <w:rsid w:val="00F070AB"/>
    <w:rsid w:val="00F17567"/>
    <w:rsid w:val="00F27A7B"/>
    <w:rsid w:val="00F526AF"/>
    <w:rsid w:val="00F617C3"/>
    <w:rsid w:val="00F7066B"/>
    <w:rsid w:val="00F8000F"/>
    <w:rsid w:val="00F83B28"/>
    <w:rsid w:val="00F8435E"/>
    <w:rsid w:val="00FA46E5"/>
    <w:rsid w:val="00FB575B"/>
    <w:rsid w:val="00FB7DBA"/>
    <w:rsid w:val="00FC1C25"/>
    <w:rsid w:val="00FC3F45"/>
    <w:rsid w:val="00FC6F52"/>
    <w:rsid w:val="00FD503F"/>
    <w:rsid w:val="00FD7589"/>
    <w:rsid w:val="00FF016A"/>
    <w:rsid w:val="00FF1401"/>
    <w:rsid w:val="00FF3B6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14FC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14FCD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14FC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14FC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14FCD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14F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B684E6-5A04-4265-8A67-7A2712E88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18</TotalTime>
  <Pages>1</Pages>
  <Words>750</Words>
  <Characters>4504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2020-01-14T11:17:00Z</cp:lastPrinted>
  <dcterms:created xsi:type="dcterms:W3CDTF">2019-11-05T10:17:00Z</dcterms:created>
  <dcterms:modified xsi:type="dcterms:W3CDTF">2021-09-24T09:40:00Z</dcterms:modified>
</cp:coreProperties>
</file>